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815D3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bookmarkStart w:id="0" w:name="_GoBack"/>
      <w:bookmarkEnd w:id="0"/>
    </w:p>
    <w:p w14:paraId="716A1EA9">
      <w:pPr>
        <w:spacing w:line="600" w:lineRule="exact"/>
        <w:jc w:val="center"/>
        <w:rPr>
          <w:rFonts w:eastAsia="公文小标宋简"/>
          <w:b/>
          <w:sz w:val="36"/>
          <w:szCs w:val="36"/>
        </w:rPr>
      </w:pPr>
      <w:r>
        <w:rPr>
          <w:rFonts w:hint="eastAsia" w:eastAsia="公文小标宋简"/>
          <w:b/>
          <w:sz w:val="36"/>
          <w:szCs w:val="36"/>
        </w:rPr>
        <w:t>市中等职业学校教师专业技术职务任职资格评审</w:t>
      </w:r>
    </w:p>
    <w:p w14:paraId="0F271F86">
      <w:pPr>
        <w:spacing w:line="600" w:lineRule="exact"/>
        <w:jc w:val="center"/>
        <w:rPr>
          <w:rFonts w:eastAsia="公文小标宋简"/>
          <w:b/>
          <w:sz w:val="36"/>
          <w:szCs w:val="36"/>
        </w:rPr>
      </w:pPr>
      <w:r>
        <w:rPr>
          <w:rFonts w:hint="eastAsia" w:eastAsia="公文小标宋简"/>
          <w:b/>
          <w:sz w:val="36"/>
          <w:szCs w:val="36"/>
        </w:rPr>
        <w:t>申报</w:t>
      </w:r>
      <w:r>
        <w:fldChar w:fldCharType="begin"/>
      </w:r>
      <w:r>
        <w:instrText xml:space="preserve"> HYPERLINK "file:///G:\\（预通知）关于做好2024年度武汉市中等职业学校教师高、中级职称评审申报工作的通知+附件\\2024年度武汉市中等职业学校教师高、中级职称评审申报工作的附件\\附件\\附件9%20参评人员申报材料公示证明.docx" </w:instrText>
      </w:r>
      <w:r>
        <w:fldChar w:fldCharType="separate"/>
      </w:r>
      <w:r>
        <w:rPr>
          <w:rFonts w:hint="eastAsia" w:eastAsia="公文小标宋简"/>
          <w:b/>
          <w:sz w:val="36"/>
          <w:szCs w:val="36"/>
        </w:rPr>
        <w:t>人员</w:t>
      </w:r>
      <w:r>
        <w:rPr>
          <w:rFonts w:hint="eastAsia" w:eastAsia="公文小标宋简"/>
          <w:b/>
          <w:sz w:val="36"/>
          <w:szCs w:val="36"/>
        </w:rPr>
        <w:fldChar w:fldCharType="end"/>
      </w:r>
      <w:r>
        <w:rPr>
          <w:rFonts w:hint="eastAsia" w:eastAsia="公文小标宋简"/>
          <w:b/>
          <w:sz w:val="36"/>
          <w:szCs w:val="36"/>
        </w:rPr>
        <w:t>申报材料公示证明</w:t>
      </w:r>
    </w:p>
    <w:p w14:paraId="6AF12155">
      <w:pPr>
        <w:spacing w:line="56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宋体" w:hAnsi="宋体" w:eastAsia="仿宋_GB2312"/>
          <w:b/>
          <w:bCs/>
          <w:sz w:val="30"/>
          <w:szCs w:val="30"/>
        </w:rPr>
        <w:t> </w:t>
      </w:r>
    </w:p>
    <w:p w14:paraId="3F98A8EC">
      <w:pPr>
        <w:ind w:firstLine="600" w:firstLineChars="200"/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>   </w:t>
      </w:r>
      <w:r>
        <w:rPr>
          <w:rFonts w:hint="eastAsia" w:ascii="仿宋_GB2312" w:hAnsi="宋体" w:eastAsia="仿宋_GB2312"/>
          <w:spacing w:val="-10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同志</w:t>
      </w:r>
      <w:r>
        <w:rPr>
          <w:rFonts w:hint="eastAsia" w:ascii="仿宋_GB2312" w:hAnsi="宋体" w:eastAsia="仿宋_GB2312"/>
          <w:sz w:val="32"/>
          <w:szCs w:val="32"/>
        </w:rPr>
        <w:t>系我单位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</w:rPr>
        <w:t>（在、非）编工作人员，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提供的“申报材料”相关证件已经本单位审查，且无禁止申报职称的情形，同意推荐其申报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       </w:t>
      </w:r>
      <w:r>
        <w:rPr>
          <w:rFonts w:hint="eastAsia" w:ascii="宋体" w:hAnsi="宋体" w:eastAsia="仿宋_GB2312"/>
          <w:spacing w:val="-10"/>
          <w:sz w:val="32"/>
          <w:szCs w:val="32"/>
        </w:rPr>
        <w:t>系列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           </w:t>
      </w:r>
      <w:r>
        <w:rPr>
          <w:rFonts w:hint="eastAsia" w:ascii="宋体" w:hAnsi="宋体" w:eastAsia="仿宋_GB2312"/>
          <w:spacing w:val="-10"/>
          <w:sz w:val="32"/>
          <w:szCs w:val="32"/>
        </w:rPr>
        <w:t>专业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        </w:t>
      </w:r>
      <w:r>
        <w:rPr>
          <w:rFonts w:hint="eastAsia" w:ascii="宋体" w:hAnsi="宋体" w:eastAsia="仿宋_GB2312"/>
          <w:spacing w:val="-10"/>
          <w:sz w:val="32"/>
          <w:szCs w:val="32"/>
        </w:rPr>
        <w:t>（职务）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任职资格评审。</w:t>
      </w:r>
      <w:r>
        <w:rPr>
          <w:rFonts w:hint="eastAsia" w:ascii="仿宋_GB2312" w:hAnsi="宋体" w:eastAsia="仿宋_GB2312"/>
          <w:spacing w:val="-8"/>
          <w:sz w:val="32"/>
          <w:szCs w:val="32"/>
        </w:rPr>
        <w:t>其《综合考评一览表》以及主要业绩情况，已按省、市有关规定，在本单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位公示。</w:t>
      </w:r>
    </w:p>
    <w:p w14:paraId="5E954711">
      <w:pPr>
        <w:ind w:firstLine="600" w:firstLineChars="200"/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仿宋_GB2312" w:hAnsi="宋体" w:eastAsia="仿宋_GB2312"/>
          <w:spacing w:val="-10"/>
          <w:sz w:val="32"/>
          <w:szCs w:val="32"/>
        </w:rPr>
        <w:t>公示时间：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    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年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    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月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    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日至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    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年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    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月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    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日；</w:t>
      </w:r>
    </w:p>
    <w:p w14:paraId="1FD42F25">
      <w:pPr>
        <w:ind w:firstLine="600" w:firstLineChars="200"/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仿宋_GB2312" w:hAnsi="宋体" w:eastAsia="仿宋_GB2312"/>
          <w:spacing w:val="-10"/>
          <w:sz w:val="32"/>
          <w:szCs w:val="32"/>
        </w:rPr>
        <w:t>公示</w:t>
      </w:r>
      <w:r>
        <w:rPr>
          <w:rFonts w:hint="eastAsia" w:ascii="宋体" w:hAnsi="宋体" w:eastAsia="仿宋_GB2312"/>
          <w:spacing w:val="-10"/>
          <w:sz w:val="32"/>
          <w:szCs w:val="32"/>
        </w:rPr>
        <w:t>地点：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                       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；</w:t>
      </w:r>
    </w:p>
    <w:p w14:paraId="2A215B5C">
      <w:pPr>
        <w:ind w:firstLine="600" w:firstLineChars="200"/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仿宋_GB2312" w:hAnsi="宋体" w:eastAsia="仿宋_GB2312"/>
          <w:spacing w:val="-10"/>
          <w:sz w:val="32"/>
          <w:szCs w:val="32"/>
        </w:rPr>
        <w:t>公示</w:t>
      </w:r>
      <w:r>
        <w:rPr>
          <w:rFonts w:hint="eastAsia" w:ascii="宋体" w:hAnsi="宋体" w:eastAsia="仿宋_GB2312"/>
          <w:spacing w:val="-10"/>
          <w:sz w:val="32"/>
          <w:szCs w:val="32"/>
        </w:rPr>
        <w:t>形式：</w:t>
      </w:r>
      <w:r>
        <w:rPr>
          <w:rFonts w:hint="eastAsia" w:ascii="宋体" w:hAnsi="宋体" w:eastAsia="仿宋_GB2312"/>
          <w:spacing w:val="-10"/>
          <w:sz w:val="32"/>
          <w:szCs w:val="32"/>
          <w:u w:val="single"/>
        </w:rPr>
        <w:t xml:space="preserve">                        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。</w:t>
      </w:r>
    </w:p>
    <w:p w14:paraId="5CBAA5BF">
      <w:pPr>
        <w:ind w:firstLine="600" w:firstLineChars="200"/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仿宋_GB2312" w:hAnsi="宋体" w:eastAsia="仿宋_GB2312"/>
          <w:spacing w:val="-10"/>
          <w:sz w:val="32"/>
          <w:szCs w:val="32"/>
        </w:rPr>
        <w:t>公示期间，收到（未收到）对该同志申报材料的相关反映。</w:t>
      </w:r>
    </w:p>
    <w:p w14:paraId="7F757B9B">
      <w:pPr>
        <w:ind w:firstLine="600" w:firstLineChars="200"/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仿宋_GB2312" w:hAnsi="宋体" w:eastAsia="仿宋_GB2312"/>
          <w:spacing w:val="-10"/>
          <w:sz w:val="32"/>
          <w:szCs w:val="32"/>
        </w:rPr>
        <w:t>（若收到反映，调查处理结论：）</w:t>
      </w:r>
    </w:p>
    <w:p w14:paraId="5913E6BD">
      <w:pPr>
        <w:ind w:firstLine="473"/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宋体" w:hAnsi="宋体" w:eastAsia="仿宋_GB2312"/>
          <w:spacing w:val="-10"/>
          <w:sz w:val="32"/>
          <w:szCs w:val="32"/>
        </w:rPr>
        <w:t>  </w:t>
      </w:r>
    </w:p>
    <w:p w14:paraId="6B87BD32">
      <w:pPr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宋体" w:hAnsi="宋体" w:eastAsia="仿宋_GB2312"/>
          <w:spacing w:val="-10"/>
          <w:sz w:val="32"/>
          <w:szCs w:val="32"/>
        </w:rPr>
        <w:t> </w:t>
      </w:r>
    </w:p>
    <w:p w14:paraId="51720D84">
      <w:pPr>
        <w:ind w:firstLine="4320"/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仿宋_GB2312" w:hAnsi="宋体" w:eastAsia="仿宋_GB2312"/>
          <w:spacing w:val="-10"/>
          <w:sz w:val="32"/>
          <w:szCs w:val="32"/>
        </w:rPr>
        <w:t>单位（公章）：</w:t>
      </w:r>
      <w:r>
        <w:rPr>
          <w:rFonts w:hint="eastAsia" w:ascii="宋体" w:hAnsi="宋体" w:eastAsia="仿宋_GB2312"/>
          <w:spacing w:val="-10"/>
          <w:sz w:val="32"/>
          <w:szCs w:val="32"/>
        </w:rPr>
        <w:t>       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 xml:space="preserve">                    </w:t>
      </w:r>
    </w:p>
    <w:p w14:paraId="1F7D5F97">
      <w:pPr>
        <w:rPr>
          <w:rFonts w:ascii="仿宋_GB2312" w:hAnsi="宋体" w:eastAsia="仿宋_GB2312"/>
          <w:spacing w:val="-10"/>
          <w:sz w:val="32"/>
          <w:szCs w:val="32"/>
        </w:rPr>
      </w:pPr>
      <w:r>
        <w:rPr>
          <w:rFonts w:hint="eastAsia" w:ascii="仿宋_GB2312" w:hAnsi="宋体" w:eastAsia="仿宋_GB2312"/>
          <w:spacing w:val="-10"/>
          <w:sz w:val="32"/>
          <w:szCs w:val="32"/>
        </w:rPr>
        <w:t xml:space="preserve">                                     负责人签字：</w:t>
      </w:r>
    </w:p>
    <w:p w14:paraId="27C8E725">
      <w:pPr>
        <w:rPr>
          <w:rFonts w:ascii="仿宋_GB2312" w:hAnsi="宋体" w:eastAsia="仿宋_GB2312"/>
          <w:spacing w:val="-10"/>
          <w:sz w:val="32"/>
          <w:szCs w:val="32"/>
        </w:rPr>
      </w:pPr>
    </w:p>
    <w:p w14:paraId="61582E43">
      <w:pPr>
        <w:jc w:val="right"/>
        <w:rPr>
          <w:spacing w:val="-10"/>
          <w:sz w:val="32"/>
          <w:szCs w:val="32"/>
        </w:rPr>
      </w:pPr>
      <w:r>
        <w:rPr>
          <w:rFonts w:hint="eastAsia" w:ascii="仿宋_GB2312" w:hAnsi="宋体" w:eastAsia="仿宋_GB2312"/>
          <w:spacing w:val="-10"/>
          <w:sz w:val="32"/>
          <w:szCs w:val="32"/>
        </w:rPr>
        <w:t xml:space="preserve">                                  年</w:t>
      </w:r>
      <w:r>
        <w:rPr>
          <w:rFonts w:hint="eastAsia" w:ascii="宋体" w:hAnsi="宋体" w:eastAsia="仿宋_GB2312"/>
          <w:spacing w:val="-10"/>
          <w:sz w:val="32"/>
          <w:szCs w:val="32"/>
        </w:rPr>
        <w:t> 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月</w:t>
      </w:r>
      <w:r>
        <w:rPr>
          <w:rFonts w:hint="eastAsia" w:ascii="宋体" w:hAnsi="宋体" w:eastAsia="仿宋_GB2312"/>
          <w:spacing w:val="-10"/>
          <w:sz w:val="32"/>
          <w:szCs w:val="32"/>
        </w:rPr>
        <w:t>  </w:t>
      </w:r>
      <w:r>
        <w:rPr>
          <w:rFonts w:hint="eastAsia" w:ascii="仿宋_GB2312" w:hAnsi="宋体" w:eastAsia="仿宋_GB2312"/>
          <w:spacing w:val="-10"/>
          <w:sz w:val="32"/>
          <w:szCs w:val="32"/>
        </w:rPr>
        <w:t>日</w:t>
      </w:r>
    </w:p>
    <w:sectPr>
      <w:head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47F5D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F53"/>
    <w:rsid w:val="0002299E"/>
    <w:rsid w:val="000A23C5"/>
    <w:rsid w:val="000A2C3C"/>
    <w:rsid w:val="000F2B82"/>
    <w:rsid w:val="0012535E"/>
    <w:rsid w:val="00191BE9"/>
    <w:rsid w:val="002103E5"/>
    <w:rsid w:val="00272973"/>
    <w:rsid w:val="002E289D"/>
    <w:rsid w:val="003543C9"/>
    <w:rsid w:val="003E3E0A"/>
    <w:rsid w:val="00400F53"/>
    <w:rsid w:val="00406823"/>
    <w:rsid w:val="00411B1D"/>
    <w:rsid w:val="004B2298"/>
    <w:rsid w:val="004D2892"/>
    <w:rsid w:val="00503C38"/>
    <w:rsid w:val="00553570"/>
    <w:rsid w:val="00582CFB"/>
    <w:rsid w:val="005E47AC"/>
    <w:rsid w:val="005F5203"/>
    <w:rsid w:val="005F78D6"/>
    <w:rsid w:val="00643985"/>
    <w:rsid w:val="006520A2"/>
    <w:rsid w:val="006B7E2E"/>
    <w:rsid w:val="00716482"/>
    <w:rsid w:val="0072391D"/>
    <w:rsid w:val="007536DA"/>
    <w:rsid w:val="00797C77"/>
    <w:rsid w:val="00805EF0"/>
    <w:rsid w:val="00810BCB"/>
    <w:rsid w:val="00827B42"/>
    <w:rsid w:val="00835628"/>
    <w:rsid w:val="0084489B"/>
    <w:rsid w:val="00944DE9"/>
    <w:rsid w:val="009C341B"/>
    <w:rsid w:val="00A13C03"/>
    <w:rsid w:val="00A16975"/>
    <w:rsid w:val="00A452E3"/>
    <w:rsid w:val="00A731DA"/>
    <w:rsid w:val="00A90E2B"/>
    <w:rsid w:val="00AB03D7"/>
    <w:rsid w:val="00AC36AE"/>
    <w:rsid w:val="00AF203B"/>
    <w:rsid w:val="00AF59C7"/>
    <w:rsid w:val="00B4738B"/>
    <w:rsid w:val="00B62268"/>
    <w:rsid w:val="00BB799C"/>
    <w:rsid w:val="00C00C62"/>
    <w:rsid w:val="00C21D07"/>
    <w:rsid w:val="00C4182F"/>
    <w:rsid w:val="00C65EDF"/>
    <w:rsid w:val="00CB3367"/>
    <w:rsid w:val="00CB5B87"/>
    <w:rsid w:val="00D74095"/>
    <w:rsid w:val="00DB78E4"/>
    <w:rsid w:val="00E0119C"/>
    <w:rsid w:val="00E30C52"/>
    <w:rsid w:val="00E43467"/>
    <w:rsid w:val="00E7023F"/>
    <w:rsid w:val="00EC0128"/>
    <w:rsid w:val="00F1358A"/>
    <w:rsid w:val="00F34BF2"/>
    <w:rsid w:val="00F405A6"/>
    <w:rsid w:val="00F63E9D"/>
    <w:rsid w:val="00FC7203"/>
    <w:rsid w:val="00FD1A7D"/>
    <w:rsid w:val="15A92D6E"/>
    <w:rsid w:val="1CB10D60"/>
    <w:rsid w:val="384C6D6D"/>
    <w:rsid w:val="46EC63E9"/>
    <w:rsid w:val="51897A2F"/>
    <w:rsid w:val="59D8426B"/>
    <w:rsid w:val="5FB150DD"/>
    <w:rsid w:val="6AE37224"/>
    <w:rsid w:val="6F07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99"/>
    <w:pPr>
      <w:spacing w:after="120"/>
    </w:pPr>
    <w:rPr>
      <w:rFonts w:eastAsia="仿宋_GB2312"/>
      <w:kern w:val="0"/>
      <w:sz w:val="30"/>
      <w:szCs w:val="30"/>
    </w:rPr>
  </w:style>
  <w:style w:type="paragraph" w:styleId="3">
    <w:name w:val="Body Text Indent"/>
    <w:basedOn w:val="1"/>
    <w:link w:val="12"/>
    <w:qFormat/>
    <w:uiPriority w:val="99"/>
    <w:pPr>
      <w:ind w:firstLine="600" w:firstLineChars="200"/>
    </w:pPr>
    <w:rPr>
      <w:rFonts w:ascii="宋体" w:hAnsi="宋体"/>
      <w:bCs/>
      <w:kern w:val="0"/>
      <w:sz w:val="30"/>
    </w:rPr>
  </w:style>
  <w:style w:type="paragraph" w:styleId="4">
    <w:name w:val="Balloon Text"/>
    <w:basedOn w:val="1"/>
    <w:link w:val="13"/>
    <w:semiHidden/>
    <w:qFormat/>
    <w:uiPriority w:val="99"/>
    <w:rPr>
      <w:rFonts w:eastAsia="仿宋_GB2312"/>
      <w:kern w:val="0"/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styleId="9">
    <w:name w:val="Strong"/>
    <w:qFormat/>
    <w:uiPriority w:val="99"/>
    <w:rPr>
      <w:rFonts w:cs="Times New Roman"/>
      <w:b/>
    </w:rPr>
  </w:style>
  <w:style w:type="character" w:styleId="10">
    <w:name w:val="page number"/>
    <w:qFormat/>
    <w:uiPriority w:val="99"/>
    <w:rPr>
      <w:rFonts w:cs="Times New Roman"/>
    </w:rPr>
  </w:style>
  <w:style w:type="character" w:styleId="11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2">
    <w:name w:val="正文文本缩进 字符"/>
    <w:link w:val="3"/>
    <w:locked/>
    <w:uiPriority w:val="99"/>
    <w:rPr>
      <w:rFonts w:ascii="宋体" w:hAnsi="宋体" w:eastAsia="宋体"/>
      <w:sz w:val="24"/>
    </w:rPr>
  </w:style>
  <w:style w:type="character" w:customStyle="1" w:styleId="13">
    <w:name w:val="批注框文本 字符"/>
    <w:link w:val="4"/>
    <w:semiHidden/>
    <w:locked/>
    <w:uiPriority w:val="99"/>
    <w:rPr>
      <w:rFonts w:ascii="Times New Roman" w:hAnsi="Times New Roman" w:eastAsia="仿宋_GB2312"/>
      <w:sz w:val="18"/>
    </w:rPr>
  </w:style>
  <w:style w:type="character" w:customStyle="1" w:styleId="14">
    <w:name w:val="页眉 字符"/>
    <w:link w:val="6"/>
    <w:locked/>
    <w:uiPriority w:val="99"/>
    <w:rPr>
      <w:sz w:val="18"/>
    </w:rPr>
  </w:style>
  <w:style w:type="character" w:customStyle="1" w:styleId="15">
    <w:name w:val="页脚 字符"/>
    <w:link w:val="5"/>
    <w:qFormat/>
    <w:locked/>
    <w:uiPriority w:val="99"/>
    <w:rPr>
      <w:sz w:val="18"/>
    </w:rPr>
  </w:style>
  <w:style w:type="character" w:customStyle="1" w:styleId="16">
    <w:name w:val="正文文本 字符"/>
    <w:link w:val="2"/>
    <w:qFormat/>
    <w:locked/>
    <w:uiPriority w:val="99"/>
    <w:rPr>
      <w:rFonts w:ascii="Times New Roman" w:hAnsi="Times New Roman" w:eastAsia="仿宋_GB2312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32844;&#25104;&#24037;&#20316;\1&#32844;&#19994;&#25945;&#32946;\&#24072;&#36164;&#38431;&#20237;\&#32844;&#31216;&#35780;&#23450;(&#21547;&#21452;&#35780;&#65289;\&#32844;&#35780;\2014&#24180;&#32844;&#35780;&#20934;&#22791;&#26448;&#26009;&#65288;&#25913;&#36827;&#20197;&#24448;&#38169;&#28431;&#65289;\&#27494;&#27721;&#24066;&#20013;&#31561;&#32844;&#19994;&#25216;&#26415;&#23398;&#26657;&#25945;&#24072;&#19987;&#19994;&#25216;&#26415;&#36164;&#26684;&#35780;&#23457;&#24037;&#20316;&#30340;&#36890;&#30693;&#65288;&#24449;&#27714;&#24847;&#35265;&#31295;&#65289;\&#38468;&#20214;9%20&#24066;&#20013;&#31561;&#19987;&#19994;&#23398;&#26657;&#25945;&#24072;&#19987;&#19994;&#25216;&#26415;&#32844;&#21153;&#20219;&#32844;&#36164;&#26684;&#35780;&#23457;&#21333;&#20301;&#20844;&#31034;&#35777;&#26126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附件9 市中等专业学校教师专业技术职务任职资格评审单位公示证明.dot</Template>
  <Company>电脑城纯净版</Company>
  <Pages>1</Pages>
  <Words>226</Words>
  <Characters>227</Characters>
  <Lines>3</Lines>
  <Paragraphs>1</Paragraphs>
  <TotalTime>10</TotalTime>
  <ScaleCrop>false</ScaleCrop>
  <LinksUpToDate>false</LinksUpToDate>
  <CharactersWithSpaces>451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2025-08-05T15:22:00Z</dcterms:created>
  <dc:creator>Blue User</dc:creator>
  <cp:lastModifiedBy>徐科</cp:lastModifiedBy>
  <cp:lastPrinted>2019-07-04T04:40:00Z</cp:lastPrinted>
  <dcterms:modified xsi:type="dcterms:W3CDTF">2025-08-25T05:50:22Z</dcterms:modified>
  <dc:title>附件10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eyJoZGlkIjoiYjE3YWE0YjQ5NjQ3MzViYzY3NzcwYjYwZWI4ZDhhMGUiLCJ1c2VySWQiOiI0NTA4MzI2NzQifQ==</vt:lpwstr>
  </property>
  <property fmtid="{D5CDD505-2E9C-101B-9397-08002B2CF9AE}" pid="4" name="ICV">
    <vt:lpwstr>AC216B1801FF435DB1744EE081F3A318_12</vt:lpwstr>
  </property>
</Properties>
</file>